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44C9D" w14:textId="4BDB1589" w:rsidR="00C32E9B" w:rsidRDefault="001152D8" w:rsidP="007512EA">
      <w:pPr>
        <w:spacing w:after="0"/>
        <w:jc w:val="both"/>
        <w:rPr>
          <w:szCs w:val="24"/>
        </w:rPr>
      </w:pPr>
      <w:r>
        <w:rPr>
          <w:szCs w:val="24"/>
        </w:rPr>
        <w:t xml:space="preserve">Hanno </w:t>
      </w:r>
      <w:proofErr w:type="spellStart"/>
      <w:r>
        <w:rPr>
          <w:szCs w:val="24"/>
        </w:rPr>
        <w:t>Pevkur</w:t>
      </w:r>
      <w:proofErr w:type="spellEnd"/>
    </w:p>
    <w:p w14:paraId="5A2FA419" w14:textId="12E71416" w:rsidR="007512EA" w:rsidRDefault="001152D8" w:rsidP="007512EA">
      <w:pPr>
        <w:spacing w:after="0"/>
        <w:jc w:val="both"/>
        <w:rPr>
          <w:szCs w:val="24"/>
        </w:rPr>
      </w:pPr>
      <w:r>
        <w:rPr>
          <w:szCs w:val="24"/>
        </w:rPr>
        <w:t>Kaitseminister</w:t>
      </w:r>
      <w:r w:rsidR="00517C22">
        <w:rPr>
          <w:szCs w:val="24"/>
        </w:rPr>
        <w:t xml:space="preserve">                                                                            </w:t>
      </w:r>
      <w:r w:rsidR="00211035">
        <w:rPr>
          <w:szCs w:val="24"/>
        </w:rPr>
        <w:t xml:space="preserve"> </w:t>
      </w:r>
      <w:r w:rsidR="005D6F9D">
        <w:rPr>
          <w:szCs w:val="24"/>
        </w:rPr>
        <w:t xml:space="preserve">                   </w:t>
      </w:r>
      <w:r>
        <w:rPr>
          <w:szCs w:val="24"/>
        </w:rPr>
        <w:t xml:space="preserve">      </w:t>
      </w:r>
      <w:r w:rsidR="00DD079F">
        <w:rPr>
          <w:szCs w:val="24"/>
        </w:rPr>
        <w:t xml:space="preserve">  </w:t>
      </w:r>
      <w:r>
        <w:rPr>
          <w:szCs w:val="24"/>
        </w:rPr>
        <w:t xml:space="preserve">    </w:t>
      </w:r>
      <w:r w:rsidR="00EC1F80">
        <w:rPr>
          <w:szCs w:val="24"/>
        </w:rPr>
        <w:t>25</w:t>
      </w:r>
      <w:r w:rsidR="00517C22">
        <w:rPr>
          <w:szCs w:val="24"/>
        </w:rPr>
        <w:t>.</w:t>
      </w:r>
      <w:r w:rsidR="00B12A89">
        <w:rPr>
          <w:szCs w:val="24"/>
        </w:rPr>
        <w:t>0</w:t>
      </w:r>
      <w:r>
        <w:rPr>
          <w:szCs w:val="24"/>
        </w:rPr>
        <w:t>9</w:t>
      </w:r>
      <w:r w:rsidR="00517C22">
        <w:rPr>
          <w:szCs w:val="24"/>
        </w:rPr>
        <w:t>.202</w:t>
      </w:r>
      <w:r w:rsidR="00C32E9B">
        <w:rPr>
          <w:szCs w:val="24"/>
        </w:rPr>
        <w:t>5</w:t>
      </w:r>
    </w:p>
    <w:p w14:paraId="70B744AC" w14:textId="77777777" w:rsidR="007512EA" w:rsidRDefault="007512EA" w:rsidP="007512EA">
      <w:pPr>
        <w:spacing w:after="0"/>
        <w:jc w:val="both"/>
        <w:rPr>
          <w:szCs w:val="24"/>
        </w:rPr>
      </w:pPr>
    </w:p>
    <w:p w14:paraId="41D26269" w14:textId="77777777" w:rsidR="007512EA" w:rsidRDefault="007512EA" w:rsidP="007512EA">
      <w:pPr>
        <w:spacing w:after="0"/>
        <w:jc w:val="both"/>
        <w:rPr>
          <w:szCs w:val="24"/>
        </w:rPr>
      </w:pPr>
    </w:p>
    <w:p w14:paraId="3F162D96" w14:textId="77777777" w:rsidR="007512EA" w:rsidRDefault="007512EA" w:rsidP="007512EA">
      <w:pPr>
        <w:spacing w:after="0"/>
        <w:jc w:val="both"/>
        <w:rPr>
          <w:szCs w:val="24"/>
        </w:rPr>
      </w:pPr>
    </w:p>
    <w:p w14:paraId="42FB1C37" w14:textId="77777777" w:rsidR="004D4A15" w:rsidRDefault="004D4A15" w:rsidP="007512EA">
      <w:pPr>
        <w:spacing w:after="0"/>
        <w:jc w:val="both"/>
        <w:rPr>
          <w:b/>
          <w:szCs w:val="24"/>
        </w:rPr>
      </w:pPr>
    </w:p>
    <w:p w14:paraId="50DFAC5B" w14:textId="1A790BA6" w:rsidR="007512EA" w:rsidRDefault="007512EA" w:rsidP="007512EA">
      <w:pPr>
        <w:spacing w:after="0"/>
        <w:jc w:val="both"/>
        <w:rPr>
          <w:b/>
          <w:szCs w:val="24"/>
        </w:rPr>
      </w:pPr>
      <w:r w:rsidRPr="00327D7A">
        <w:rPr>
          <w:b/>
          <w:szCs w:val="24"/>
        </w:rPr>
        <w:t>Kirjalik</w:t>
      </w:r>
      <w:r w:rsidR="000715F7">
        <w:rPr>
          <w:b/>
          <w:szCs w:val="24"/>
        </w:rPr>
        <w:t xml:space="preserve"> küsimus</w:t>
      </w:r>
      <w:r w:rsidR="009419D8">
        <w:rPr>
          <w:b/>
          <w:szCs w:val="24"/>
        </w:rPr>
        <w:t xml:space="preserve"> Kaitseministeeriumi valitsemisalas toimuva</w:t>
      </w:r>
      <w:r w:rsidR="00E47388">
        <w:rPr>
          <w:b/>
          <w:szCs w:val="24"/>
        </w:rPr>
        <w:t xml:space="preserve"> </w:t>
      </w:r>
      <w:r w:rsidR="00D40E4D">
        <w:rPr>
          <w:b/>
          <w:szCs w:val="24"/>
        </w:rPr>
        <w:t>kohta</w:t>
      </w:r>
    </w:p>
    <w:p w14:paraId="2FE4093C" w14:textId="77777777" w:rsidR="007512EA" w:rsidRDefault="007512EA" w:rsidP="007E6FF7">
      <w:pPr>
        <w:spacing w:after="0"/>
        <w:rPr>
          <w:b/>
          <w:szCs w:val="24"/>
        </w:rPr>
      </w:pPr>
    </w:p>
    <w:p w14:paraId="5A430508" w14:textId="77777777" w:rsidR="007512EA" w:rsidRPr="004F143C" w:rsidRDefault="007512EA" w:rsidP="007E6FF7">
      <w:pPr>
        <w:spacing w:after="0"/>
        <w:rPr>
          <w:i/>
          <w:szCs w:val="24"/>
        </w:rPr>
      </w:pPr>
    </w:p>
    <w:p w14:paraId="2CF83B53" w14:textId="2B657E21" w:rsidR="000715F7" w:rsidRPr="00E47388" w:rsidRDefault="005D494B" w:rsidP="000715F7">
      <w:pPr>
        <w:spacing w:after="0"/>
        <w:jc w:val="both"/>
        <w:rPr>
          <w:rFonts w:eastAsia="Times New Roman"/>
        </w:rPr>
      </w:pPr>
      <w:r>
        <w:rPr>
          <w:rFonts w:eastAsia="Times New Roman"/>
        </w:rPr>
        <w:t>Austatud</w:t>
      </w:r>
      <w:r w:rsidR="007E6FF7">
        <w:rPr>
          <w:rFonts w:eastAsia="Times New Roman"/>
        </w:rPr>
        <w:t xml:space="preserve"> </w:t>
      </w:r>
      <w:r w:rsidR="001152D8">
        <w:rPr>
          <w:rFonts w:eastAsia="Times New Roman"/>
        </w:rPr>
        <w:t>kaitseminister</w:t>
      </w:r>
    </w:p>
    <w:p w14:paraId="3B70308B" w14:textId="77777777" w:rsidR="00727538" w:rsidRDefault="00727538" w:rsidP="00727538">
      <w:pPr>
        <w:spacing w:after="0"/>
        <w:jc w:val="both"/>
      </w:pPr>
    </w:p>
    <w:p w14:paraId="5A032B39" w14:textId="5C610D70" w:rsidR="00727538" w:rsidRDefault="00727538" w:rsidP="00727538">
      <w:pPr>
        <w:spacing w:after="0"/>
        <w:jc w:val="both"/>
      </w:pPr>
      <w:r>
        <w:t xml:space="preserve">Riigikaitsekomisjonis toimunud arutelul, mis käsitles Riigikontrolli aruandes tehtud märkuseid Kaitseministeeriumi valitsemisala asjaajamise kohta, selgitasite koos ministeeriumi kantsleriga, et kavas on läbi viia ministeeriumi valitsemisalas tehtud ettemaksete inventuur, mille käigus selgitatakse välja, milliseid ettemakseid on tehtud ning kas need on kooskõlas sõlmitud </w:t>
      </w:r>
      <w:r w:rsidR="00B80C3F">
        <w:t>lepingute ja kokkulepetega</w:t>
      </w:r>
      <w:r>
        <w:t xml:space="preserve">. </w:t>
      </w:r>
    </w:p>
    <w:p w14:paraId="469E04AB" w14:textId="77777777" w:rsidR="00727538" w:rsidRDefault="00727538" w:rsidP="00727538">
      <w:pPr>
        <w:spacing w:after="0"/>
        <w:jc w:val="both"/>
      </w:pPr>
    </w:p>
    <w:p w14:paraId="37260198" w14:textId="0C60D64B" w:rsidR="00727538" w:rsidRDefault="00727538" w:rsidP="00727538">
      <w:pPr>
        <w:spacing w:after="0"/>
        <w:jc w:val="both"/>
      </w:pPr>
      <w:r>
        <w:t xml:space="preserve">Usun, et see on oluline samm, mis aitab taastada Eesti inimeste usaldust </w:t>
      </w:r>
      <w:r w:rsidR="00E47388">
        <w:t>K</w:t>
      </w:r>
      <w:r>
        <w:t>aitseministeeriumi valitsemisalas maksumaksja raha kasutamise osas ning tähtis on, et selle inventuuri osas on ministeerium avatud ning teavitab avalikkust ka sel juhul</w:t>
      </w:r>
      <w:r w:rsidR="00E47388">
        <w:t>,</w:t>
      </w:r>
      <w:r>
        <w:t xml:space="preserve"> kui ilmneb täiendavaid ekslikke väljamakseid või küsitavaid tehinguid. </w:t>
      </w:r>
    </w:p>
    <w:p w14:paraId="4817E628" w14:textId="77777777" w:rsidR="00727538" w:rsidRDefault="00727538" w:rsidP="00727538">
      <w:pPr>
        <w:spacing w:after="0"/>
        <w:jc w:val="both"/>
      </w:pPr>
    </w:p>
    <w:p w14:paraId="57E56060" w14:textId="11462B52" w:rsidR="00727538" w:rsidRDefault="00727538" w:rsidP="00727538">
      <w:pPr>
        <w:spacing w:after="0"/>
        <w:jc w:val="both"/>
      </w:pPr>
      <w:r>
        <w:t xml:space="preserve">See inventuur oli selgituste kohaselt kavas läbi viia lähiajal, et saada kiiresti selgus. </w:t>
      </w:r>
    </w:p>
    <w:p w14:paraId="15AF2688" w14:textId="77777777" w:rsidR="00727538" w:rsidRDefault="00727538" w:rsidP="00727538">
      <w:pPr>
        <w:spacing w:after="0"/>
        <w:jc w:val="both"/>
      </w:pPr>
    </w:p>
    <w:p w14:paraId="5F72ACDF" w14:textId="41316BB5" w:rsidR="00787E4A" w:rsidRPr="00787E4A" w:rsidRDefault="001152D8" w:rsidP="00787E4A">
      <w:pPr>
        <w:spacing w:after="0"/>
        <w:jc w:val="both"/>
      </w:pPr>
      <w:r>
        <w:t xml:space="preserve">Lähtudes eeltoodust </w:t>
      </w:r>
      <w:r w:rsidR="002B2CB3">
        <w:t xml:space="preserve">soovin vastuseid </w:t>
      </w:r>
      <w:r w:rsidR="002B2CB3" w:rsidRPr="00C32E9B">
        <w:t>Riigikogu kodu- ja töökorra seaduse §-st 147 alusel</w:t>
      </w:r>
      <w:r w:rsidR="002B2CB3">
        <w:t xml:space="preserve"> </w:t>
      </w:r>
      <w:r w:rsidR="002B2CB3" w:rsidRPr="00C32E9B">
        <w:t>järgmistele küsimustele:</w:t>
      </w:r>
    </w:p>
    <w:p w14:paraId="74CE6057" w14:textId="77777777" w:rsidR="00D40E4D" w:rsidRDefault="00D40E4D" w:rsidP="007512EA">
      <w:pPr>
        <w:jc w:val="both"/>
        <w:rPr>
          <w:szCs w:val="24"/>
        </w:rPr>
      </w:pPr>
    </w:p>
    <w:p w14:paraId="0FAFB177" w14:textId="77777777" w:rsidR="00727538" w:rsidRDefault="00727538" w:rsidP="00727538">
      <w:pPr>
        <w:spacing w:after="0"/>
        <w:jc w:val="both"/>
      </w:pPr>
      <w:r>
        <w:t xml:space="preserve">1. Millist perioodi läbiviidav inventuur puudutab? </w:t>
      </w:r>
    </w:p>
    <w:p w14:paraId="6237E4EA" w14:textId="606B3A3A" w:rsidR="00727538" w:rsidRDefault="00727538" w:rsidP="00727538">
      <w:pPr>
        <w:spacing w:after="0"/>
        <w:jc w:val="both"/>
      </w:pPr>
      <w:r>
        <w:t>2.</w:t>
      </w:r>
      <w:r w:rsidR="00E47388">
        <w:t xml:space="preserve"> </w:t>
      </w:r>
      <w:r>
        <w:t xml:space="preserve">Kas üle vaadatakse vaid </w:t>
      </w:r>
      <w:r w:rsidR="00B80C3F">
        <w:t>ettemaksude hetkeseis</w:t>
      </w:r>
      <w:r>
        <w:t xml:space="preserve"> või minnakse ka ajas tagasi ja kontrollitakse </w:t>
      </w:r>
      <w:r w:rsidR="00B80C3F">
        <w:t>pikema perioodi jooksul</w:t>
      </w:r>
      <w:r>
        <w:t xml:space="preserve"> tehtud ettemaksete korrektsust?</w:t>
      </w:r>
    </w:p>
    <w:p w14:paraId="1952F0CB" w14:textId="0CA5AF0C" w:rsidR="00727538" w:rsidRDefault="00727538" w:rsidP="00B80C3F">
      <w:pPr>
        <w:spacing w:after="0"/>
        <w:jc w:val="both"/>
      </w:pPr>
      <w:r>
        <w:t>3. Palun edastada kokkuvõte inventuuri tulemuste kohta või vahekokkuvõte juhul</w:t>
      </w:r>
      <w:r w:rsidR="00E47388">
        <w:t>,</w:t>
      </w:r>
      <w:r>
        <w:t xml:space="preserve"> kui see on veel lõpule viimata</w:t>
      </w:r>
      <w:r w:rsidR="009419D8">
        <w:t>. Ka</w:t>
      </w:r>
      <w:r>
        <w:t xml:space="preserve">s inventuuri käigus selgus ka teisi ekslikult või ülemääraselt tehtud ettemakseid täiendavalt neile, millele juhtis tähelepanu Riigikontroll? </w:t>
      </w:r>
    </w:p>
    <w:p w14:paraId="0BEBDB8C" w14:textId="77777777" w:rsidR="00727538" w:rsidRDefault="00727538" w:rsidP="007512EA">
      <w:pPr>
        <w:jc w:val="both"/>
        <w:rPr>
          <w:szCs w:val="24"/>
        </w:rPr>
      </w:pPr>
    </w:p>
    <w:p w14:paraId="02149F07" w14:textId="77777777" w:rsidR="00D40E4D" w:rsidRDefault="00D40E4D" w:rsidP="007512EA">
      <w:pPr>
        <w:jc w:val="both"/>
        <w:rPr>
          <w:szCs w:val="24"/>
        </w:rPr>
      </w:pPr>
    </w:p>
    <w:p w14:paraId="77763919" w14:textId="77777777" w:rsidR="00D40E4D" w:rsidRDefault="00D40E4D" w:rsidP="007512EA">
      <w:pPr>
        <w:jc w:val="both"/>
        <w:rPr>
          <w:szCs w:val="24"/>
        </w:rPr>
      </w:pPr>
    </w:p>
    <w:p w14:paraId="7879BFB4" w14:textId="6C258BEF" w:rsidR="007512EA" w:rsidRDefault="007512EA" w:rsidP="007512EA">
      <w:pPr>
        <w:jc w:val="both"/>
        <w:rPr>
          <w:szCs w:val="24"/>
        </w:rPr>
      </w:pPr>
      <w:r>
        <w:rPr>
          <w:szCs w:val="24"/>
        </w:rPr>
        <w:t>Lugupidamisega</w:t>
      </w:r>
    </w:p>
    <w:p w14:paraId="4C7E9F05" w14:textId="77777777" w:rsidR="006322E1" w:rsidRDefault="006322E1" w:rsidP="007512EA">
      <w:pPr>
        <w:jc w:val="both"/>
        <w:rPr>
          <w:szCs w:val="24"/>
        </w:rPr>
      </w:pPr>
    </w:p>
    <w:p w14:paraId="1FEAE716" w14:textId="77777777" w:rsidR="006322E1" w:rsidRDefault="006322E1" w:rsidP="007512EA">
      <w:pPr>
        <w:jc w:val="both"/>
        <w:rPr>
          <w:szCs w:val="24"/>
        </w:rPr>
      </w:pPr>
    </w:p>
    <w:p w14:paraId="4EF266CC" w14:textId="643B8FFD" w:rsidR="00ED7DE7" w:rsidRDefault="006322E1" w:rsidP="007512EA">
      <w:pPr>
        <w:jc w:val="both"/>
        <w:rPr>
          <w:szCs w:val="24"/>
        </w:rPr>
      </w:pPr>
      <w:r>
        <w:rPr>
          <w:szCs w:val="24"/>
        </w:rPr>
        <w:t xml:space="preserve">(allkirjastatud digitaalselt)                                                             </w:t>
      </w:r>
    </w:p>
    <w:p w14:paraId="23381937" w14:textId="77777777" w:rsidR="00A9246A" w:rsidRDefault="00A9246A" w:rsidP="007512EA">
      <w:pPr>
        <w:jc w:val="both"/>
        <w:rPr>
          <w:szCs w:val="24"/>
        </w:rPr>
      </w:pPr>
    </w:p>
    <w:p w14:paraId="3D02B9FA" w14:textId="2DBE9B79" w:rsidR="001B4B81" w:rsidRDefault="00727538" w:rsidP="007512EA">
      <w:pPr>
        <w:jc w:val="both"/>
        <w:rPr>
          <w:szCs w:val="24"/>
        </w:rPr>
      </w:pPr>
      <w:r>
        <w:rPr>
          <w:szCs w:val="24"/>
        </w:rPr>
        <w:t>Raimond Kaljulaid</w:t>
      </w:r>
      <w:r w:rsidR="006322E1">
        <w:rPr>
          <w:szCs w:val="24"/>
        </w:rPr>
        <w:t xml:space="preserve">                                                           </w:t>
      </w:r>
    </w:p>
    <w:p w14:paraId="66B1897F" w14:textId="045F3EA9" w:rsidR="004C1CF1" w:rsidRPr="009562AB" w:rsidRDefault="00ED7DE7" w:rsidP="00EC1F80">
      <w:pPr>
        <w:rPr>
          <w:szCs w:val="24"/>
        </w:rPr>
      </w:pPr>
      <w:r>
        <w:rPr>
          <w:szCs w:val="24"/>
        </w:rPr>
        <w:t>Riigikogu liige</w:t>
      </w:r>
      <w:r w:rsidR="006322E1">
        <w:rPr>
          <w:szCs w:val="24"/>
        </w:rPr>
        <w:t xml:space="preserve">                                                                                                                                                    </w:t>
      </w:r>
    </w:p>
    <w:sectPr w:rsidR="004C1CF1" w:rsidRPr="009562AB" w:rsidSect="00106731">
      <w:headerReference w:type="even" r:id="rId8"/>
      <w:headerReference w:type="default" r:id="rId9"/>
      <w:footerReference w:type="even" r:id="rId10"/>
      <w:footerReference w:type="default" r:id="rId11"/>
      <w:headerReference w:type="first" r:id="rId12"/>
      <w:footerReference w:type="first" r:id="rId13"/>
      <w:pgSz w:w="11900" w:h="16840"/>
      <w:pgMar w:top="1247" w:right="1127" w:bottom="851" w:left="1701" w:header="708"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3D917E" w14:textId="77777777" w:rsidR="00B16EC9" w:rsidRDefault="00B16EC9" w:rsidP="00561B25">
      <w:pPr>
        <w:spacing w:after="0"/>
      </w:pPr>
      <w:r>
        <w:separator/>
      </w:r>
    </w:p>
  </w:endnote>
  <w:endnote w:type="continuationSeparator" w:id="0">
    <w:p w14:paraId="5E636317" w14:textId="77777777" w:rsidR="00B16EC9" w:rsidRDefault="00B16EC9" w:rsidP="00561B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imes">
    <w:altName w:val="Times New Roman"/>
    <w:panose1 w:val="020B0604020202020204"/>
    <w:charset w:val="BA"/>
    <w:family w:val="roman"/>
    <w:pitch w:val="variable"/>
    <w:sig w:usb0="E0002EFF" w:usb1="C000785B" w:usb2="00000009" w:usb3="00000000" w:csb0="000001FF" w:csb1="00000000"/>
  </w:font>
  <w:font w:name="Lucida Grande CE">
    <w:panose1 w:val="020B0600040502020204"/>
    <w:charset w:val="58"/>
    <w:family w:val="auto"/>
    <w:pitch w:val="variable"/>
    <w:sig w:usb0="E1000AEF" w:usb1="5000A1FF" w:usb2="00000000" w:usb3="00000000" w:csb0="000001B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62664" w14:textId="77777777" w:rsidR="00DE76BF" w:rsidRDefault="00DE76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E3697" w14:textId="77777777" w:rsidR="00DE76BF" w:rsidRDefault="00DE76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70533" w14:textId="77777777" w:rsidR="006A283E" w:rsidRDefault="002E7912">
    <w:pPr>
      <w:pStyle w:val="Footer"/>
    </w:pPr>
    <w:r>
      <w:rPr>
        <w:noProof/>
        <w:lang w:eastAsia="et-EE"/>
      </w:rPr>
      <w:drawing>
        <wp:anchor distT="0" distB="0" distL="114300" distR="114300" simplePos="0" relativeHeight="251656192" behindDoc="1" locked="0" layoutInCell="1" allowOverlap="1" wp14:anchorId="62C5B0A3" wp14:editId="55165B65">
          <wp:simplePos x="0" y="0"/>
          <wp:positionH relativeFrom="column">
            <wp:posOffset>-1055421</wp:posOffset>
          </wp:positionH>
          <wp:positionV relativeFrom="page">
            <wp:posOffset>10157254</wp:posOffset>
          </wp:positionV>
          <wp:extent cx="7494905" cy="541655"/>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footer:footer 21.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94905" cy="54165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D0C192" w14:textId="77777777" w:rsidR="00B16EC9" w:rsidRDefault="00B16EC9" w:rsidP="00561B25">
      <w:pPr>
        <w:spacing w:after="0"/>
      </w:pPr>
      <w:r>
        <w:separator/>
      </w:r>
    </w:p>
  </w:footnote>
  <w:footnote w:type="continuationSeparator" w:id="0">
    <w:p w14:paraId="08450809" w14:textId="77777777" w:rsidR="00B16EC9" w:rsidRDefault="00B16EC9" w:rsidP="00561B2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4F8BE" w14:textId="77777777" w:rsidR="00DE76BF" w:rsidRDefault="00DE76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69EBF" w14:textId="77777777" w:rsidR="006A283E" w:rsidRDefault="00D25EF7">
    <w:pPr>
      <w:pStyle w:val="Header"/>
    </w:pPr>
    <w:r>
      <w:rPr>
        <w:noProof/>
        <w:lang w:eastAsia="et-EE"/>
      </w:rPr>
      <w:drawing>
        <wp:anchor distT="0" distB="0" distL="114300" distR="114300" simplePos="0" relativeHeight="251658240" behindDoc="0" locked="0" layoutInCell="1" allowOverlap="1" wp14:anchorId="14C4BF22" wp14:editId="5AE54070">
          <wp:simplePos x="0" y="0"/>
          <wp:positionH relativeFrom="column">
            <wp:posOffset>-1080135</wp:posOffset>
          </wp:positionH>
          <wp:positionV relativeFrom="paragraph">
            <wp:posOffset>-449580</wp:posOffset>
          </wp:positionV>
          <wp:extent cx="7559675" cy="788035"/>
          <wp:effectExtent l="0" t="0" r="0" b="0"/>
          <wp:wrapThrough wrapText="bothSides">
            <wp:wrapPolygon edited="0">
              <wp:start x="2976" y="8355"/>
              <wp:lineTo x="2976" y="13228"/>
              <wp:lineTo x="4862" y="13228"/>
              <wp:lineTo x="4935" y="8355"/>
              <wp:lineTo x="2976" y="8355"/>
            </wp:wrapPolygon>
          </wp:wrapThrough>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uku:Dropbox:!projektid:Riigikogu:CVI:10. Standardtrükised:10.2 Kirjablanketid:works:vol 2:elemendid:sisuleht:sisu_p 13.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675" cy="788035"/>
                  </a:xfrm>
                  <a:prstGeom prst="rect">
                    <a:avLst/>
                  </a:prstGeom>
                  <a:noFill/>
                  <a:ln>
                    <a:noFill/>
                  </a:ln>
                </pic:spPr>
              </pic:pic>
            </a:graphicData>
          </a:graphic>
        </wp:anchor>
      </w:drawing>
    </w:r>
    <w:r w:rsidR="00E16C1F">
      <w:rPr>
        <w:noProof/>
        <w:lang w:val="en-US"/>
      </w:rPr>
      <mc:AlternateContent>
        <mc:Choice Requires="wps">
          <w:drawing>
            <wp:anchor distT="0" distB="0" distL="114300" distR="114300" simplePos="0" relativeHeight="251659264" behindDoc="0" locked="0" layoutInCell="1" allowOverlap="1" wp14:anchorId="27E5E54D" wp14:editId="399A81EE">
              <wp:simplePos x="0" y="0"/>
              <wp:positionH relativeFrom="column">
                <wp:posOffset>4977765</wp:posOffset>
              </wp:positionH>
              <wp:positionV relativeFrom="paragraph">
                <wp:posOffset>-140970</wp:posOffset>
              </wp:positionV>
              <wp:extent cx="1005840" cy="2127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5840" cy="212725"/>
                      </a:xfrm>
                      <a:prstGeom prst="rect">
                        <a:avLst/>
                      </a:prstGeom>
                      <a:noFill/>
                      <a:ln>
                        <a:noFill/>
                      </a:ln>
                      <a:effectLst/>
                      <a:extLst>
                        <a:ext uri="{C572A759-6A51-4108-AA02-DFA0A04FC94B}">
                          <ma14:wrappingTextBoxFlag xmlns:o="urn:schemas-microsoft-com:office:office" xmlns:v="urn:schemas-microsoft-com:vml" xmlns:w10="urn:schemas-microsoft-com:office:word" xmlns:w="http://schemas.openxmlformats.org/wordprocessingml/2006/main"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14:paraId="55BD0709"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E5E54D" id="_x0000_t202" coordsize="21600,21600" o:spt="202" path="m,l,21600r21600,l21600,xe">
              <v:stroke joinstyle="miter"/>
              <v:path gradientshapeok="t" o:connecttype="rect"/>
            </v:shapetype>
            <v:shape id="Text Box 1" o:spid="_x0000_s1026" type="#_x0000_t202" style="position:absolute;margin-left:391.95pt;margin-top:-11.1pt;width:79.2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" filled="f" stroked="f">
              <v:textbox>
                <w:txbxContent>
                  <w:p w14:paraId="55BD0709" w14:textId="77777777" w:rsidR="006A283E" w:rsidRPr="002E7912" w:rsidRDefault="00AA0995" w:rsidP="00283708">
                    <w:pPr>
                      <w:jc w:val="right"/>
                      <w:rPr>
                        <w:sz w:val="16"/>
                        <w:szCs w:val="16"/>
                      </w:rPr>
                    </w:pPr>
                    <w:r w:rsidRPr="002E7912">
                      <w:rPr>
                        <w:sz w:val="16"/>
                        <w:szCs w:val="16"/>
                      </w:rPr>
                      <w:fldChar w:fldCharType="begin"/>
                    </w:r>
                    <w:r w:rsidR="006A283E" w:rsidRPr="002E7912">
                      <w:rPr>
                        <w:sz w:val="16"/>
                        <w:szCs w:val="16"/>
                      </w:rPr>
                      <w:instrText xml:space="preserve"> PAGE </w:instrText>
                    </w:r>
                    <w:r w:rsidRPr="002E7912">
                      <w:rPr>
                        <w:sz w:val="16"/>
                        <w:szCs w:val="16"/>
                      </w:rPr>
                      <w:fldChar w:fldCharType="separate"/>
                    </w:r>
                    <w:r w:rsidR="00E323FE">
                      <w:rPr>
                        <w:noProof/>
                        <w:sz w:val="16"/>
                        <w:szCs w:val="16"/>
                      </w:rPr>
                      <w:t>2</w:t>
                    </w:r>
                    <w:r w:rsidRPr="002E7912">
                      <w:rPr>
                        <w:sz w:val="16"/>
                        <w:szCs w:val="16"/>
                      </w:rPr>
                      <w:fldChar w:fldCharType="end"/>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6375F" w14:textId="77777777" w:rsidR="006A283E" w:rsidRDefault="00D25EF7">
    <w:pPr>
      <w:pStyle w:val="Header"/>
    </w:pPr>
    <w:r>
      <w:rPr>
        <w:noProof/>
        <w:lang w:eastAsia="et-EE"/>
      </w:rPr>
      <w:drawing>
        <wp:anchor distT="0" distB="0" distL="114300" distR="114300" simplePos="0" relativeHeight="251657216" behindDoc="0" locked="0" layoutInCell="1" allowOverlap="1" wp14:anchorId="777761D2" wp14:editId="39F0B7BD">
          <wp:simplePos x="0" y="0"/>
          <wp:positionH relativeFrom="column">
            <wp:posOffset>-1055370</wp:posOffset>
          </wp:positionH>
          <wp:positionV relativeFrom="paragraph">
            <wp:posOffset>-449580</wp:posOffset>
          </wp:positionV>
          <wp:extent cx="7500620" cy="1790065"/>
          <wp:effectExtent l="0" t="0" r="0" b="0"/>
          <wp:wrapTopAndBottom/>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uku:Dropbox:!projektid:Riigikogu:CVI:10. Standardtrükised:10.2 Kirjablanketid:works:vol 2:elemendid:header:13_majanduskomisjon.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00620" cy="17900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716D6"/>
    <w:multiLevelType w:val="hybridMultilevel"/>
    <w:tmpl w:val="79588CB8"/>
    <w:lvl w:ilvl="0" w:tplc="563CA5C0">
      <w:start w:val="1"/>
      <w:numFmt w:val="bullet"/>
      <w:lvlText w:val=""/>
      <w:lvlJc w:val="left"/>
      <w:pPr>
        <w:ind w:left="720" w:hanging="360"/>
      </w:pPr>
      <w:rPr>
        <w:rFonts w:ascii="Wingdings" w:hAnsi="Wingdings"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394E4C"/>
    <w:multiLevelType w:val="hybridMultilevel"/>
    <w:tmpl w:val="1A14F444"/>
    <w:lvl w:ilvl="0" w:tplc="0425000F">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2" w15:restartNumberingAfterBreak="0">
    <w:nsid w:val="12450774"/>
    <w:multiLevelType w:val="hybridMultilevel"/>
    <w:tmpl w:val="52F882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AF1CF8"/>
    <w:multiLevelType w:val="hybridMultilevel"/>
    <w:tmpl w:val="43E8739C"/>
    <w:lvl w:ilvl="0" w:tplc="B254C3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B459EE"/>
    <w:multiLevelType w:val="hybridMultilevel"/>
    <w:tmpl w:val="C52A6FE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A0B3D3E"/>
    <w:multiLevelType w:val="multilevel"/>
    <w:tmpl w:val="5F56FE3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802632D"/>
    <w:multiLevelType w:val="hybridMultilevel"/>
    <w:tmpl w:val="0A0846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EF77BA"/>
    <w:multiLevelType w:val="hybridMultilevel"/>
    <w:tmpl w:val="CC8A746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8" w15:restartNumberingAfterBreak="0">
    <w:nsid w:val="3F4459A5"/>
    <w:multiLevelType w:val="hybridMultilevel"/>
    <w:tmpl w:val="0B76ED3A"/>
    <w:lvl w:ilvl="0" w:tplc="6078395E">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5C6435"/>
    <w:multiLevelType w:val="hybridMultilevel"/>
    <w:tmpl w:val="9E80FB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5366A1A"/>
    <w:multiLevelType w:val="hybridMultilevel"/>
    <w:tmpl w:val="E60874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9EB43F1"/>
    <w:multiLevelType w:val="hybridMultilevel"/>
    <w:tmpl w:val="536CCA0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8376500">
    <w:abstractNumId w:val="0"/>
  </w:num>
  <w:num w:numId="2" w16cid:durableId="787239266">
    <w:abstractNumId w:val="8"/>
  </w:num>
  <w:num w:numId="3" w16cid:durableId="707683983">
    <w:abstractNumId w:val="8"/>
  </w:num>
  <w:num w:numId="4" w16cid:durableId="1120761818">
    <w:abstractNumId w:val="3"/>
  </w:num>
  <w:num w:numId="5" w16cid:durableId="1420251482">
    <w:abstractNumId w:val="0"/>
  </w:num>
  <w:num w:numId="6" w16cid:durableId="749353850">
    <w:abstractNumId w:val="3"/>
  </w:num>
  <w:num w:numId="7" w16cid:durableId="828251459">
    <w:abstractNumId w:val="9"/>
  </w:num>
  <w:num w:numId="8" w16cid:durableId="1060713682">
    <w:abstractNumId w:val="7"/>
  </w:num>
  <w:num w:numId="9" w16cid:durableId="751900308">
    <w:abstractNumId w:val="4"/>
  </w:num>
  <w:num w:numId="10" w16cid:durableId="2106269006">
    <w:abstractNumId w:val="10"/>
  </w:num>
  <w:num w:numId="11" w16cid:durableId="1604458745">
    <w:abstractNumId w:val="6"/>
  </w:num>
  <w:num w:numId="12" w16cid:durableId="1280792548">
    <w:abstractNumId w:val="2"/>
  </w:num>
  <w:num w:numId="13" w16cid:durableId="317340699">
    <w:abstractNumId w:val="11"/>
  </w:num>
  <w:num w:numId="14" w16cid:durableId="728961857">
    <w:abstractNumId w:val="5"/>
    <w:lvlOverride w:ilvl="0">
      <w:lvl w:ilvl="0">
        <w:numFmt w:val="decimal"/>
        <w:lvlText w:val="%1."/>
        <w:lvlJc w:val="left"/>
      </w:lvl>
    </w:lvlOverride>
  </w:num>
  <w:num w:numId="15" w16cid:durableId="1833594391">
    <w:abstractNumId w:val="5"/>
    <w:lvlOverride w:ilvl="0">
      <w:lvl w:ilvl="0">
        <w:numFmt w:val="decimal"/>
        <w:lvlText w:val="%1."/>
        <w:lvlJc w:val="left"/>
      </w:lvl>
    </w:lvlOverride>
  </w:num>
  <w:num w:numId="16" w16cid:durableId="516773378">
    <w:abstractNumId w:val="5"/>
    <w:lvlOverride w:ilvl="0">
      <w:lvl w:ilvl="0">
        <w:numFmt w:val="decimal"/>
        <w:lvlText w:val="%1."/>
        <w:lvlJc w:val="left"/>
      </w:lvl>
    </w:lvlOverride>
  </w:num>
  <w:num w:numId="17" w16cid:durableId="355616515">
    <w:abstractNumId w:val="5"/>
    <w:lvlOverride w:ilvl="0">
      <w:lvl w:ilvl="0">
        <w:numFmt w:val="decimal"/>
        <w:lvlText w:val="%1."/>
        <w:lvlJc w:val="left"/>
      </w:lvl>
    </w:lvlOverride>
  </w:num>
  <w:num w:numId="18" w16cid:durableId="293022816">
    <w:abstractNumId w:val="5"/>
    <w:lvlOverride w:ilvl="0">
      <w:lvl w:ilvl="0">
        <w:numFmt w:val="decimal"/>
        <w:lvlText w:val="%1."/>
        <w:lvlJc w:val="left"/>
      </w:lvl>
    </w:lvlOverride>
  </w:num>
  <w:num w:numId="19" w16cid:durableId="1395159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35"/>
  <w:proofState w:spelling="clean" w:grammar="clean"/>
  <w:attachedTemplate r:id="rId1"/>
  <w:defaultTabStop w:val="720"/>
  <w:hyphenationZone w:val="425"/>
  <w:drawingGridHorizontalSpacing w:val="777"/>
  <w:drawingGridVerticalSpacing w:val="147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C1F"/>
    <w:rsid w:val="00000C21"/>
    <w:rsid w:val="000028BE"/>
    <w:rsid w:val="00026703"/>
    <w:rsid w:val="000404B9"/>
    <w:rsid w:val="000417C9"/>
    <w:rsid w:val="00053F3D"/>
    <w:rsid w:val="00056332"/>
    <w:rsid w:val="000646DB"/>
    <w:rsid w:val="00066A1C"/>
    <w:rsid w:val="000715F7"/>
    <w:rsid w:val="00093D90"/>
    <w:rsid w:val="000A0656"/>
    <w:rsid w:val="000D473D"/>
    <w:rsid w:val="000E134A"/>
    <w:rsid w:val="0010392B"/>
    <w:rsid w:val="00103EA3"/>
    <w:rsid w:val="00106731"/>
    <w:rsid w:val="00112D93"/>
    <w:rsid w:val="001152D8"/>
    <w:rsid w:val="00146650"/>
    <w:rsid w:val="001702AB"/>
    <w:rsid w:val="00185620"/>
    <w:rsid w:val="00194B94"/>
    <w:rsid w:val="001A3E91"/>
    <w:rsid w:val="001B0EB3"/>
    <w:rsid w:val="001B345C"/>
    <w:rsid w:val="001B4B81"/>
    <w:rsid w:val="001F2A41"/>
    <w:rsid w:val="001F32A0"/>
    <w:rsid w:val="001F3E38"/>
    <w:rsid w:val="0020065B"/>
    <w:rsid w:val="00204FDD"/>
    <w:rsid w:val="00211035"/>
    <w:rsid w:val="00236180"/>
    <w:rsid w:val="00242EEE"/>
    <w:rsid w:val="00247467"/>
    <w:rsid w:val="002479CA"/>
    <w:rsid w:val="002764CF"/>
    <w:rsid w:val="00283708"/>
    <w:rsid w:val="002959F8"/>
    <w:rsid w:val="0029603D"/>
    <w:rsid w:val="002A25BC"/>
    <w:rsid w:val="002B2CB3"/>
    <w:rsid w:val="002B3E39"/>
    <w:rsid w:val="002C5685"/>
    <w:rsid w:val="002D3365"/>
    <w:rsid w:val="002E7912"/>
    <w:rsid w:val="00315B70"/>
    <w:rsid w:val="003249DD"/>
    <w:rsid w:val="00341CAB"/>
    <w:rsid w:val="003421E1"/>
    <w:rsid w:val="0034294A"/>
    <w:rsid w:val="00350898"/>
    <w:rsid w:val="003512E2"/>
    <w:rsid w:val="003C5365"/>
    <w:rsid w:val="003D28EA"/>
    <w:rsid w:val="003D5E55"/>
    <w:rsid w:val="003E237F"/>
    <w:rsid w:val="003F6CF9"/>
    <w:rsid w:val="00406072"/>
    <w:rsid w:val="0040719B"/>
    <w:rsid w:val="0042486A"/>
    <w:rsid w:val="00445F20"/>
    <w:rsid w:val="004653DA"/>
    <w:rsid w:val="00466752"/>
    <w:rsid w:val="004711F7"/>
    <w:rsid w:val="00497057"/>
    <w:rsid w:val="004973BB"/>
    <w:rsid w:val="00497EFF"/>
    <w:rsid w:val="004A12FE"/>
    <w:rsid w:val="004A3EB9"/>
    <w:rsid w:val="004A4AC7"/>
    <w:rsid w:val="004B17DD"/>
    <w:rsid w:val="004B3EF6"/>
    <w:rsid w:val="004B41B1"/>
    <w:rsid w:val="004C1CF1"/>
    <w:rsid w:val="004D418D"/>
    <w:rsid w:val="004D4A15"/>
    <w:rsid w:val="00500A1B"/>
    <w:rsid w:val="00517C22"/>
    <w:rsid w:val="0052548F"/>
    <w:rsid w:val="00535775"/>
    <w:rsid w:val="00545394"/>
    <w:rsid w:val="0055255A"/>
    <w:rsid w:val="005602EA"/>
    <w:rsid w:val="00561B25"/>
    <w:rsid w:val="00577CF1"/>
    <w:rsid w:val="0058397C"/>
    <w:rsid w:val="00586639"/>
    <w:rsid w:val="005A1232"/>
    <w:rsid w:val="005D221C"/>
    <w:rsid w:val="005D47FD"/>
    <w:rsid w:val="005D494B"/>
    <w:rsid w:val="005D6F9D"/>
    <w:rsid w:val="005E545F"/>
    <w:rsid w:val="005F614C"/>
    <w:rsid w:val="00607D5A"/>
    <w:rsid w:val="00613E7B"/>
    <w:rsid w:val="00617AE4"/>
    <w:rsid w:val="00623A32"/>
    <w:rsid w:val="00624233"/>
    <w:rsid w:val="006322E1"/>
    <w:rsid w:val="0064538D"/>
    <w:rsid w:val="0066103A"/>
    <w:rsid w:val="00661D7F"/>
    <w:rsid w:val="00680A04"/>
    <w:rsid w:val="00685A64"/>
    <w:rsid w:val="0068620D"/>
    <w:rsid w:val="0069426C"/>
    <w:rsid w:val="006A283E"/>
    <w:rsid w:val="006A5575"/>
    <w:rsid w:val="006D483F"/>
    <w:rsid w:val="007029A5"/>
    <w:rsid w:val="0071477B"/>
    <w:rsid w:val="00727538"/>
    <w:rsid w:val="00735F78"/>
    <w:rsid w:val="007512EA"/>
    <w:rsid w:val="00756AA2"/>
    <w:rsid w:val="00760825"/>
    <w:rsid w:val="0076221F"/>
    <w:rsid w:val="00787E4A"/>
    <w:rsid w:val="00792E81"/>
    <w:rsid w:val="00795116"/>
    <w:rsid w:val="00795797"/>
    <w:rsid w:val="00797B0F"/>
    <w:rsid w:val="007B364F"/>
    <w:rsid w:val="007C141D"/>
    <w:rsid w:val="007D5021"/>
    <w:rsid w:val="007E54C8"/>
    <w:rsid w:val="007E6FF7"/>
    <w:rsid w:val="007F40E3"/>
    <w:rsid w:val="007F7A5F"/>
    <w:rsid w:val="00812F0E"/>
    <w:rsid w:val="00820C51"/>
    <w:rsid w:val="008259E0"/>
    <w:rsid w:val="00842FD7"/>
    <w:rsid w:val="0086416A"/>
    <w:rsid w:val="008749CF"/>
    <w:rsid w:val="00882C8D"/>
    <w:rsid w:val="0088771F"/>
    <w:rsid w:val="008909FD"/>
    <w:rsid w:val="008B1DF0"/>
    <w:rsid w:val="008C4C7D"/>
    <w:rsid w:val="008C594C"/>
    <w:rsid w:val="008D1990"/>
    <w:rsid w:val="008D1FD4"/>
    <w:rsid w:val="008D5C5E"/>
    <w:rsid w:val="008E3199"/>
    <w:rsid w:val="008F3BB6"/>
    <w:rsid w:val="00917914"/>
    <w:rsid w:val="00931A22"/>
    <w:rsid w:val="009369A2"/>
    <w:rsid w:val="009419D8"/>
    <w:rsid w:val="0094470B"/>
    <w:rsid w:val="009562AB"/>
    <w:rsid w:val="00974145"/>
    <w:rsid w:val="00975A7C"/>
    <w:rsid w:val="00982968"/>
    <w:rsid w:val="00995C01"/>
    <w:rsid w:val="009A407D"/>
    <w:rsid w:val="009C2468"/>
    <w:rsid w:val="009C4209"/>
    <w:rsid w:val="009E1985"/>
    <w:rsid w:val="009F340A"/>
    <w:rsid w:val="00A16A0B"/>
    <w:rsid w:val="00A303E9"/>
    <w:rsid w:val="00A46697"/>
    <w:rsid w:val="00A5327A"/>
    <w:rsid w:val="00A635F1"/>
    <w:rsid w:val="00A65EC8"/>
    <w:rsid w:val="00A778BB"/>
    <w:rsid w:val="00A91D41"/>
    <w:rsid w:val="00A9246A"/>
    <w:rsid w:val="00AA0995"/>
    <w:rsid w:val="00AA3F28"/>
    <w:rsid w:val="00AA7C6C"/>
    <w:rsid w:val="00AB0B3A"/>
    <w:rsid w:val="00AC486F"/>
    <w:rsid w:val="00AF6FB0"/>
    <w:rsid w:val="00B12A89"/>
    <w:rsid w:val="00B16EC9"/>
    <w:rsid w:val="00B23160"/>
    <w:rsid w:val="00B24431"/>
    <w:rsid w:val="00B50240"/>
    <w:rsid w:val="00B554EC"/>
    <w:rsid w:val="00B60676"/>
    <w:rsid w:val="00B641EB"/>
    <w:rsid w:val="00B80C3F"/>
    <w:rsid w:val="00B967E4"/>
    <w:rsid w:val="00BA6D1F"/>
    <w:rsid w:val="00BB3105"/>
    <w:rsid w:val="00BC76A5"/>
    <w:rsid w:val="00C13ACE"/>
    <w:rsid w:val="00C32E9B"/>
    <w:rsid w:val="00C3530E"/>
    <w:rsid w:val="00C61934"/>
    <w:rsid w:val="00C76695"/>
    <w:rsid w:val="00C811AD"/>
    <w:rsid w:val="00C83ED9"/>
    <w:rsid w:val="00C940E1"/>
    <w:rsid w:val="00CB1E31"/>
    <w:rsid w:val="00CD5954"/>
    <w:rsid w:val="00CE1F65"/>
    <w:rsid w:val="00CE4314"/>
    <w:rsid w:val="00CE4D33"/>
    <w:rsid w:val="00CF265C"/>
    <w:rsid w:val="00CF7319"/>
    <w:rsid w:val="00D001E5"/>
    <w:rsid w:val="00D06D79"/>
    <w:rsid w:val="00D25EF7"/>
    <w:rsid w:val="00D3202D"/>
    <w:rsid w:val="00D40E4D"/>
    <w:rsid w:val="00D51010"/>
    <w:rsid w:val="00D60C6F"/>
    <w:rsid w:val="00D7351F"/>
    <w:rsid w:val="00D77648"/>
    <w:rsid w:val="00D8573E"/>
    <w:rsid w:val="00D87CF2"/>
    <w:rsid w:val="00D93406"/>
    <w:rsid w:val="00D94AAF"/>
    <w:rsid w:val="00D9612D"/>
    <w:rsid w:val="00DC43D4"/>
    <w:rsid w:val="00DC6319"/>
    <w:rsid w:val="00DD079F"/>
    <w:rsid w:val="00DD3FCD"/>
    <w:rsid w:val="00DE76BF"/>
    <w:rsid w:val="00DF3E72"/>
    <w:rsid w:val="00E032A5"/>
    <w:rsid w:val="00E16C1F"/>
    <w:rsid w:val="00E207A8"/>
    <w:rsid w:val="00E31627"/>
    <w:rsid w:val="00E323FE"/>
    <w:rsid w:val="00E468A6"/>
    <w:rsid w:val="00E47388"/>
    <w:rsid w:val="00E55D04"/>
    <w:rsid w:val="00E737E8"/>
    <w:rsid w:val="00E73D77"/>
    <w:rsid w:val="00E75F1A"/>
    <w:rsid w:val="00E77CBB"/>
    <w:rsid w:val="00E81D9A"/>
    <w:rsid w:val="00EA1D2A"/>
    <w:rsid w:val="00EA4E8B"/>
    <w:rsid w:val="00EB1516"/>
    <w:rsid w:val="00EB6417"/>
    <w:rsid w:val="00EB7D86"/>
    <w:rsid w:val="00EC1F80"/>
    <w:rsid w:val="00EC2ACD"/>
    <w:rsid w:val="00ED4302"/>
    <w:rsid w:val="00ED45FA"/>
    <w:rsid w:val="00ED7DE7"/>
    <w:rsid w:val="00EE1083"/>
    <w:rsid w:val="00EE74BE"/>
    <w:rsid w:val="00EF121B"/>
    <w:rsid w:val="00EF1FB9"/>
    <w:rsid w:val="00EF2B8B"/>
    <w:rsid w:val="00F03A1C"/>
    <w:rsid w:val="00F114EB"/>
    <w:rsid w:val="00F1183F"/>
    <w:rsid w:val="00F13E53"/>
    <w:rsid w:val="00F151C7"/>
    <w:rsid w:val="00F4371F"/>
    <w:rsid w:val="00F6490E"/>
    <w:rsid w:val="00F912BC"/>
    <w:rsid w:val="00FA4296"/>
    <w:rsid w:val="00FB1B44"/>
    <w:rsid w:val="00FD5E06"/>
    <w:rsid w:val="00FE039E"/>
    <w:rsid w:val="00FF2E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9BF698"/>
  <w15:docId w15:val="{60BF6B3D-9CBC-43D0-A1E3-63561D92D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0B3A"/>
    <w:pPr>
      <w:spacing w:after="60"/>
    </w:pPr>
    <w:rPr>
      <w:rFonts w:ascii="Times New Roman" w:hAnsi="Times New Roman" w:cs="Times New Roman"/>
      <w:szCs w:val="18"/>
      <w:lang w:val="et-EE"/>
    </w:rPr>
  </w:style>
  <w:style w:type="paragraph" w:styleId="Heading1">
    <w:name w:val="heading 1"/>
    <w:aliases w:val="Nimekiri 2 sulgu"/>
    <w:basedOn w:val="ListParagraph"/>
    <w:next w:val="Normal"/>
    <w:link w:val="Heading1Char"/>
    <w:uiPriority w:val="9"/>
    <w:qFormat/>
    <w:rsid w:val="00882C8D"/>
    <w:pPr>
      <w:ind w:hanging="360"/>
      <w:outlineLvl w:val="0"/>
    </w:pPr>
  </w:style>
  <w:style w:type="paragraph" w:styleId="Heading2">
    <w:name w:val="heading 2"/>
    <w:aliases w:val="Pealkiri Suur"/>
    <w:basedOn w:val="Normal"/>
    <w:next w:val="Normal"/>
    <w:link w:val="Heading2Char"/>
    <w:uiPriority w:val="9"/>
    <w:unhideWhenUsed/>
    <w:qFormat/>
    <w:rsid w:val="00236180"/>
    <w:pPr>
      <w:keepNext/>
      <w:keepLines/>
      <w:spacing w:before="200"/>
      <w:outlineLvl w:val="1"/>
    </w:pPr>
    <w:rPr>
      <w:rFonts w:eastAsiaTheme="majorEastAsia" w:cstheme="majorBidi"/>
      <w:b/>
      <w:bCs/>
      <w:color w:val="4F81BD" w:themeColor="accent1"/>
      <w:sz w:val="40"/>
      <w:szCs w:val="26"/>
    </w:rPr>
  </w:style>
  <w:style w:type="paragraph" w:styleId="Heading3">
    <w:name w:val="heading 3"/>
    <w:aliases w:val="Nimekiri Bullet"/>
    <w:basedOn w:val="ListParagraph"/>
    <w:next w:val="Normal"/>
    <w:link w:val="Heading3Char"/>
    <w:uiPriority w:val="9"/>
    <w:unhideWhenUsed/>
    <w:qFormat/>
    <w:rsid w:val="00882C8D"/>
    <w:pPr>
      <w:ind w:hanging="36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Pealkiri Suur Char"/>
    <w:basedOn w:val="DefaultParagraphFont"/>
    <w:link w:val="Heading2"/>
    <w:uiPriority w:val="9"/>
    <w:rsid w:val="00236180"/>
    <w:rPr>
      <w:rFonts w:ascii="Times New Roman" w:eastAsiaTheme="majorEastAsia" w:hAnsi="Times New Roman" w:cstheme="majorBidi"/>
      <w:b/>
      <w:bCs/>
      <w:color w:val="4F81BD" w:themeColor="accent1"/>
      <w:sz w:val="40"/>
      <w:szCs w:val="26"/>
      <w:lang w:val="et-EE"/>
    </w:rPr>
  </w:style>
  <w:style w:type="character" w:customStyle="1" w:styleId="Heading1Char">
    <w:name w:val="Heading 1 Char"/>
    <w:aliases w:val="Nimekiri 2 sulgu Char"/>
    <w:basedOn w:val="DefaultParagraphFont"/>
    <w:link w:val="Heading1"/>
    <w:uiPriority w:val="9"/>
    <w:rsid w:val="00882C8D"/>
    <w:rPr>
      <w:rFonts w:ascii="Times New Roman" w:hAnsi="Times New Roman" w:cs="Times New Roman"/>
      <w:szCs w:val="18"/>
      <w:lang w:val="et-EE"/>
    </w:rPr>
  </w:style>
  <w:style w:type="character" w:customStyle="1" w:styleId="Heading3Char">
    <w:name w:val="Heading 3 Char"/>
    <w:aliases w:val="Nimekiri Bullet Char"/>
    <w:basedOn w:val="DefaultParagraphFont"/>
    <w:link w:val="Heading3"/>
    <w:uiPriority w:val="9"/>
    <w:rsid w:val="00882C8D"/>
    <w:rPr>
      <w:rFonts w:ascii="Times New Roman" w:hAnsi="Times New Roman" w:cs="Times New Roman"/>
      <w:szCs w:val="18"/>
      <w:lang w:val="et-EE"/>
    </w:rPr>
  </w:style>
  <w:style w:type="paragraph" w:styleId="ListParagraph">
    <w:name w:val="List Paragraph"/>
    <w:basedOn w:val="Normal"/>
    <w:uiPriority w:val="34"/>
    <w:qFormat/>
    <w:rsid w:val="001F2A41"/>
    <w:pPr>
      <w:ind w:left="720"/>
      <w:contextualSpacing/>
    </w:pPr>
  </w:style>
  <w:style w:type="paragraph" w:styleId="NoSpacing">
    <w:name w:val="No Spacing"/>
    <w:aliases w:val="Nimekiri Numbritega"/>
    <w:basedOn w:val="ListParagraph"/>
    <w:uiPriority w:val="1"/>
    <w:qFormat/>
    <w:rsid w:val="00882C8D"/>
    <w:pPr>
      <w:numPr>
        <w:numId w:val="3"/>
      </w:numPr>
    </w:pPr>
  </w:style>
  <w:style w:type="paragraph" w:styleId="Subtitle">
    <w:name w:val="Subtitle"/>
    <w:aliases w:val="Pealkiri Vahe"/>
    <w:basedOn w:val="Normal"/>
    <w:next w:val="Normal"/>
    <w:link w:val="SubtitleChar"/>
    <w:autoRedefine/>
    <w:uiPriority w:val="11"/>
    <w:qFormat/>
    <w:rsid w:val="00882C8D"/>
    <w:pPr>
      <w:spacing w:before="120" w:line="360" w:lineRule="auto"/>
    </w:pPr>
    <w:rPr>
      <w:b/>
      <w:bCs/>
      <w:caps/>
      <w:lang w:val="en-US"/>
    </w:rPr>
  </w:style>
  <w:style w:type="character" w:customStyle="1" w:styleId="SubtitleChar">
    <w:name w:val="Subtitle Char"/>
    <w:aliases w:val="Pealkiri Vahe Char"/>
    <w:basedOn w:val="DefaultParagraphFont"/>
    <w:link w:val="Subtitle"/>
    <w:uiPriority w:val="11"/>
    <w:rsid w:val="00882C8D"/>
    <w:rPr>
      <w:rFonts w:ascii="Times New Roman" w:hAnsi="Times New Roman" w:cs="Times New Roman"/>
      <w:b/>
      <w:bCs/>
      <w:caps/>
      <w:sz w:val="18"/>
      <w:szCs w:val="18"/>
    </w:rPr>
  </w:style>
  <w:style w:type="character" w:styleId="Hyperlink">
    <w:name w:val="Hyperlink"/>
    <w:uiPriority w:val="99"/>
    <w:unhideWhenUsed/>
    <w:qFormat/>
    <w:rsid w:val="004973BB"/>
    <w:rPr>
      <w:rFonts w:ascii="Times" w:hAnsi="Times"/>
      <w:b w:val="0"/>
      <w:bCs w:val="0"/>
      <w:i w:val="0"/>
      <w:iCs w:val="0"/>
      <w:color w:val="000000" w:themeColor="text1"/>
      <w:sz w:val="24"/>
      <w:szCs w:val="24"/>
      <w:u w:val="single"/>
    </w:rPr>
  </w:style>
  <w:style w:type="paragraph" w:styleId="Header">
    <w:name w:val="header"/>
    <w:basedOn w:val="Normal"/>
    <w:link w:val="HeaderChar"/>
    <w:uiPriority w:val="99"/>
    <w:unhideWhenUsed/>
    <w:rsid w:val="00561B25"/>
    <w:pPr>
      <w:tabs>
        <w:tab w:val="center" w:pos="4153"/>
        <w:tab w:val="right" w:pos="8306"/>
      </w:tabs>
      <w:spacing w:after="0"/>
    </w:pPr>
  </w:style>
  <w:style w:type="character" w:customStyle="1" w:styleId="HeaderChar">
    <w:name w:val="Header Char"/>
    <w:basedOn w:val="DefaultParagraphFont"/>
    <w:link w:val="Header"/>
    <w:uiPriority w:val="99"/>
    <w:rsid w:val="00561B25"/>
    <w:rPr>
      <w:rFonts w:ascii="Times New Roman" w:hAnsi="Times New Roman" w:cs="Times New Roman"/>
      <w:sz w:val="18"/>
      <w:szCs w:val="18"/>
      <w:lang w:val="et-EE"/>
    </w:rPr>
  </w:style>
  <w:style w:type="paragraph" w:styleId="Footer">
    <w:name w:val="footer"/>
    <w:basedOn w:val="Normal"/>
    <w:link w:val="FooterChar"/>
    <w:uiPriority w:val="99"/>
    <w:unhideWhenUsed/>
    <w:rsid w:val="00561B25"/>
    <w:pPr>
      <w:tabs>
        <w:tab w:val="center" w:pos="4153"/>
        <w:tab w:val="right" w:pos="8306"/>
      </w:tabs>
      <w:spacing w:after="0"/>
    </w:pPr>
  </w:style>
  <w:style w:type="character" w:customStyle="1" w:styleId="FooterChar">
    <w:name w:val="Footer Char"/>
    <w:basedOn w:val="DefaultParagraphFont"/>
    <w:link w:val="Footer"/>
    <w:uiPriority w:val="99"/>
    <w:rsid w:val="00561B25"/>
    <w:rPr>
      <w:rFonts w:ascii="Times New Roman" w:hAnsi="Times New Roman" w:cs="Times New Roman"/>
      <w:sz w:val="18"/>
      <w:szCs w:val="18"/>
      <w:lang w:val="et-EE"/>
    </w:rPr>
  </w:style>
  <w:style w:type="paragraph" w:styleId="BalloonText">
    <w:name w:val="Balloon Text"/>
    <w:basedOn w:val="Normal"/>
    <w:link w:val="BalloonTextChar"/>
    <w:uiPriority w:val="99"/>
    <w:semiHidden/>
    <w:unhideWhenUsed/>
    <w:rsid w:val="00283708"/>
    <w:pPr>
      <w:spacing w:after="0"/>
    </w:pPr>
    <w:rPr>
      <w:rFonts w:ascii="Lucida Grande CE" w:hAnsi="Lucida Grande CE" w:cs="Lucida Grande CE"/>
      <w:sz w:val="18"/>
    </w:rPr>
  </w:style>
  <w:style w:type="character" w:customStyle="1" w:styleId="BalloonTextChar">
    <w:name w:val="Balloon Text Char"/>
    <w:basedOn w:val="DefaultParagraphFont"/>
    <w:link w:val="BalloonText"/>
    <w:uiPriority w:val="99"/>
    <w:semiHidden/>
    <w:rsid w:val="00283708"/>
    <w:rPr>
      <w:rFonts w:ascii="Lucida Grande CE" w:hAnsi="Lucida Grande CE" w:cs="Lucida Grande CE"/>
      <w:sz w:val="18"/>
      <w:szCs w:val="18"/>
      <w:lang w:val="et-EE"/>
    </w:rPr>
  </w:style>
  <w:style w:type="paragraph" w:styleId="Title">
    <w:name w:val="Title"/>
    <w:basedOn w:val="Normal"/>
    <w:next w:val="Normal"/>
    <w:link w:val="TitleChar"/>
    <w:uiPriority w:val="10"/>
    <w:qFormat/>
    <w:rsid w:val="004973B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73BB"/>
    <w:rPr>
      <w:rFonts w:asciiTheme="majorHAnsi" w:eastAsiaTheme="majorEastAsia" w:hAnsiTheme="majorHAnsi" w:cstheme="majorBidi"/>
      <w:color w:val="17365D" w:themeColor="text2" w:themeShade="BF"/>
      <w:spacing w:val="5"/>
      <w:kern w:val="28"/>
      <w:sz w:val="52"/>
      <w:szCs w:val="52"/>
      <w:lang w:val="et-EE"/>
    </w:rPr>
  </w:style>
  <w:style w:type="character" w:styleId="SubtleEmphasis">
    <w:name w:val="Subtle Emphasis"/>
    <w:basedOn w:val="DefaultParagraphFont"/>
    <w:uiPriority w:val="19"/>
    <w:qFormat/>
    <w:rsid w:val="004973BB"/>
    <w:rPr>
      <w:i/>
      <w:iCs/>
      <w:color w:val="808080" w:themeColor="text1" w:themeTint="7F"/>
    </w:rPr>
  </w:style>
  <w:style w:type="character" w:styleId="IntenseEmphasis">
    <w:name w:val="Intense Emphasis"/>
    <w:basedOn w:val="DefaultParagraphFont"/>
    <w:uiPriority w:val="21"/>
    <w:qFormat/>
    <w:rsid w:val="004973BB"/>
    <w:rPr>
      <w:b/>
      <w:bCs/>
      <w:i/>
      <w:iCs/>
      <w:color w:val="4F81BD" w:themeColor="accent1"/>
    </w:rPr>
  </w:style>
  <w:style w:type="character" w:styleId="Strong">
    <w:name w:val="Strong"/>
    <w:basedOn w:val="DefaultParagraphFont"/>
    <w:uiPriority w:val="22"/>
    <w:qFormat/>
    <w:rsid w:val="004973BB"/>
    <w:rPr>
      <w:b/>
      <w:bCs/>
    </w:rPr>
  </w:style>
  <w:style w:type="paragraph" w:styleId="Quote">
    <w:name w:val="Quote"/>
    <w:basedOn w:val="Normal"/>
    <w:next w:val="Normal"/>
    <w:link w:val="QuoteChar"/>
    <w:uiPriority w:val="29"/>
    <w:qFormat/>
    <w:rsid w:val="004973BB"/>
    <w:rPr>
      <w:i/>
      <w:iCs/>
      <w:color w:val="000000" w:themeColor="text1"/>
    </w:rPr>
  </w:style>
  <w:style w:type="character" w:customStyle="1" w:styleId="QuoteChar">
    <w:name w:val="Quote Char"/>
    <w:basedOn w:val="DefaultParagraphFont"/>
    <w:link w:val="Quote"/>
    <w:uiPriority w:val="29"/>
    <w:rsid w:val="004973BB"/>
    <w:rPr>
      <w:rFonts w:ascii="Times New Roman" w:hAnsi="Times New Roman" w:cs="Times New Roman"/>
      <w:i/>
      <w:iCs/>
      <w:color w:val="000000" w:themeColor="text1"/>
      <w:szCs w:val="18"/>
      <w:lang w:val="et-EE"/>
    </w:rPr>
  </w:style>
  <w:style w:type="paragraph" w:styleId="IntenseQuote">
    <w:name w:val="Intense Quote"/>
    <w:basedOn w:val="Normal"/>
    <w:next w:val="Normal"/>
    <w:link w:val="IntenseQuoteChar"/>
    <w:uiPriority w:val="30"/>
    <w:qFormat/>
    <w:rsid w:val="004973BB"/>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973BB"/>
    <w:rPr>
      <w:rFonts w:ascii="Times New Roman" w:hAnsi="Times New Roman" w:cs="Times New Roman"/>
      <w:b/>
      <w:bCs/>
      <w:i/>
      <w:iCs/>
      <w:color w:val="4F81BD" w:themeColor="accent1"/>
      <w:szCs w:val="18"/>
      <w:lang w:val="et-EE"/>
    </w:rPr>
  </w:style>
  <w:style w:type="character" w:styleId="SubtleReference">
    <w:name w:val="Subtle Reference"/>
    <w:basedOn w:val="DefaultParagraphFont"/>
    <w:uiPriority w:val="31"/>
    <w:qFormat/>
    <w:rsid w:val="004973BB"/>
    <w:rPr>
      <w:smallCaps/>
      <w:color w:val="C0504D" w:themeColor="accent2"/>
      <w:u w:val="single"/>
    </w:rPr>
  </w:style>
  <w:style w:type="character" w:styleId="IntenseReference">
    <w:name w:val="Intense Reference"/>
    <w:basedOn w:val="DefaultParagraphFont"/>
    <w:uiPriority w:val="32"/>
    <w:qFormat/>
    <w:rsid w:val="004973BB"/>
    <w:rPr>
      <w:b/>
      <w:bCs/>
      <w:smallCaps/>
      <w:color w:val="C0504D" w:themeColor="accent2"/>
      <w:spacing w:val="5"/>
      <w:u w:val="single"/>
    </w:rPr>
  </w:style>
  <w:style w:type="character" w:styleId="BookTitle">
    <w:name w:val="Book Title"/>
    <w:basedOn w:val="DefaultParagraphFont"/>
    <w:uiPriority w:val="33"/>
    <w:qFormat/>
    <w:rsid w:val="004973BB"/>
    <w:rPr>
      <w:b/>
      <w:bCs/>
      <w:smallCaps/>
      <w:spacing w:val="5"/>
    </w:rPr>
  </w:style>
  <w:style w:type="paragraph" w:styleId="FootnoteText">
    <w:name w:val="footnote text"/>
    <w:basedOn w:val="Normal"/>
    <w:link w:val="FootnoteTextChar"/>
    <w:uiPriority w:val="99"/>
    <w:semiHidden/>
    <w:unhideWhenUsed/>
    <w:rsid w:val="007512EA"/>
    <w:pPr>
      <w:spacing w:after="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7512EA"/>
    <w:rPr>
      <w:rFonts w:eastAsiaTheme="minorHAnsi"/>
      <w:sz w:val="20"/>
      <w:szCs w:val="20"/>
      <w:lang w:val="et-EE"/>
    </w:rPr>
  </w:style>
  <w:style w:type="character" w:styleId="FootnoteReference">
    <w:name w:val="footnote reference"/>
    <w:basedOn w:val="DefaultParagraphFont"/>
    <w:uiPriority w:val="99"/>
    <w:semiHidden/>
    <w:unhideWhenUsed/>
    <w:rsid w:val="007512EA"/>
    <w:rPr>
      <w:vertAlign w:val="superscript"/>
    </w:rPr>
  </w:style>
  <w:style w:type="character" w:styleId="FollowedHyperlink">
    <w:name w:val="FollowedHyperlink"/>
    <w:basedOn w:val="DefaultParagraphFont"/>
    <w:uiPriority w:val="99"/>
    <w:semiHidden/>
    <w:unhideWhenUsed/>
    <w:rsid w:val="007512EA"/>
    <w:rPr>
      <w:color w:val="800080" w:themeColor="followedHyperlink"/>
      <w:u w:val="single"/>
    </w:rPr>
  </w:style>
  <w:style w:type="paragraph" w:styleId="PlainText">
    <w:name w:val="Plain Text"/>
    <w:basedOn w:val="Normal"/>
    <w:link w:val="PlainTextChar"/>
    <w:uiPriority w:val="99"/>
    <w:semiHidden/>
    <w:unhideWhenUsed/>
    <w:rsid w:val="003421E1"/>
    <w:pPr>
      <w:spacing w:after="0"/>
    </w:pPr>
    <w:rPr>
      <w:rFonts w:ascii="Calibri" w:eastAsiaTheme="minorHAnsi" w:hAnsi="Calibri" w:cs="Calibri"/>
      <w:sz w:val="22"/>
      <w:szCs w:val="22"/>
    </w:rPr>
  </w:style>
  <w:style w:type="character" w:customStyle="1" w:styleId="PlainTextChar">
    <w:name w:val="Plain Text Char"/>
    <w:basedOn w:val="DefaultParagraphFont"/>
    <w:link w:val="PlainText"/>
    <w:uiPriority w:val="99"/>
    <w:semiHidden/>
    <w:rsid w:val="003421E1"/>
    <w:rPr>
      <w:rFonts w:ascii="Calibri" w:eastAsiaTheme="minorHAnsi" w:hAnsi="Calibri" w:cs="Calibri"/>
      <w:sz w:val="22"/>
      <w:szCs w:val="22"/>
      <w:lang w:val="et-EE"/>
    </w:rPr>
  </w:style>
  <w:style w:type="character" w:styleId="UnresolvedMention">
    <w:name w:val="Unresolved Mention"/>
    <w:basedOn w:val="DefaultParagraphFont"/>
    <w:uiPriority w:val="99"/>
    <w:semiHidden/>
    <w:unhideWhenUsed/>
    <w:rsid w:val="00F03A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204119">
      <w:bodyDiv w:val="1"/>
      <w:marLeft w:val="0"/>
      <w:marRight w:val="0"/>
      <w:marTop w:val="0"/>
      <w:marBottom w:val="0"/>
      <w:divBdr>
        <w:top w:val="none" w:sz="0" w:space="0" w:color="auto"/>
        <w:left w:val="none" w:sz="0" w:space="0" w:color="auto"/>
        <w:bottom w:val="none" w:sz="0" w:space="0" w:color="auto"/>
        <w:right w:val="none" w:sz="0" w:space="0" w:color="auto"/>
      </w:divBdr>
    </w:div>
    <w:div w:id="516163195">
      <w:bodyDiv w:val="1"/>
      <w:marLeft w:val="0"/>
      <w:marRight w:val="0"/>
      <w:marTop w:val="0"/>
      <w:marBottom w:val="0"/>
      <w:divBdr>
        <w:top w:val="none" w:sz="0" w:space="0" w:color="auto"/>
        <w:left w:val="none" w:sz="0" w:space="0" w:color="auto"/>
        <w:bottom w:val="none" w:sz="0" w:space="0" w:color="auto"/>
        <w:right w:val="none" w:sz="0" w:space="0" w:color="auto"/>
      </w:divBdr>
    </w:div>
    <w:div w:id="1427265443">
      <w:bodyDiv w:val="1"/>
      <w:marLeft w:val="0"/>
      <w:marRight w:val="0"/>
      <w:marTop w:val="0"/>
      <w:marBottom w:val="0"/>
      <w:divBdr>
        <w:top w:val="none" w:sz="0" w:space="0" w:color="auto"/>
        <w:left w:val="none" w:sz="0" w:space="0" w:color="auto"/>
        <w:bottom w:val="none" w:sz="0" w:space="0" w:color="auto"/>
        <w:right w:val="none" w:sz="0" w:space="0" w:color="auto"/>
      </w:divBdr>
    </w:div>
    <w:div w:id="1887712762">
      <w:bodyDiv w:val="1"/>
      <w:marLeft w:val="0"/>
      <w:marRight w:val="0"/>
      <w:marTop w:val="0"/>
      <w:marBottom w:val="0"/>
      <w:divBdr>
        <w:top w:val="none" w:sz="0" w:space="0" w:color="auto"/>
        <w:left w:val="none" w:sz="0" w:space="0" w:color="auto"/>
        <w:bottom w:val="none" w:sz="0" w:space="0" w:color="auto"/>
        <w:right w:val="none" w:sz="0" w:space="0" w:color="auto"/>
      </w:divBdr>
    </w:div>
    <w:div w:id="20774383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R:\Plangid\Riigikogu_eesti_kirjap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75C2D-6569-7942-B536-C83A824F8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R:\Plangid\Riigikogu_eesti_kirjaplank.dotx</Template>
  <TotalTime>16</TotalTime>
  <Pages>1</Pages>
  <Words>296</Words>
  <Characters>1688</Characters>
  <Application>Microsoft Office Word</Application>
  <DocSecurity>0</DocSecurity>
  <Lines>14</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Viivika Sirelpu</dc:creator>
  <cp:lastModifiedBy>Raimond Kaljulaid</cp:lastModifiedBy>
  <cp:revision>21</cp:revision>
  <cp:lastPrinted>2013-08-13T15:55:00Z</cp:lastPrinted>
  <dcterms:created xsi:type="dcterms:W3CDTF">2025-09-25T12:52:00Z</dcterms:created>
  <dcterms:modified xsi:type="dcterms:W3CDTF">2025-09-25T14:34:00Z</dcterms:modified>
</cp:coreProperties>
</file>